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92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974792" w:rsidRPr="00DD0CCB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ДЕКЛАРАЦИЯ</w:t>
      </w:r>
      <w:r>
        <w:rPr>
          <w:rStyle w:val="FootnoteReference"/>
          <w:rFonts w:ascii="Times New Roman" w:hAnsi="Times New Roman" w:cs="Times New Roman"/>
          <w:b/>
          <w:bCs/>
          <w:sz w:val="26"/>
          <w:szCs w:val="26"/>
          <w:lang w:eastAsia="bg-BG"/>
        </w:rPr>
        <w:footnoteReference w:id="1"/>
      </w:r>
    </w:p>
    <w:p w:rsidR="00974792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за съгласие за участие като подизпълнител</w:t>
      </w:r>
    </w:p>
    <w:p w:rsidR="00974792" w:rsidRDefault="00974792" w:rsidP="001B7F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974792" w:rsidRPr="004F079A" w:rsidRDefault="00974792" w:rsidP="001B7F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</w:p>
    <w:p w:rsidR="00974792" w:rsidRPr="008743AD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Подписаният/-ата 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................................. </w:t>
      </w:r>
    </w:p>
    <w:p w:rsidR="00974792" w:rsidRPr="008C5AFA" w:rsidRDefault="00974792" w:rsidP="008C5AFA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(трите имена)</w:t>
      </w:r>
    </w:p>
    <w:p w:rsidR="00974792" w:rsidRPr="008743AD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 качеството си на …....................................................................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</w:t>
      </w:r>
    </w:p>
    <w:p w:rsidR="00974792" w:rsidRPr="008743AD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>(длъжност)</w:t>
      </w:r>
    </w:p>
    <w:p w:rsidR="00974792" w:rsidRPr="008743AD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8743AD">
        <w:rPr>
          <w:rFonts w:ascii="Times New Roman" w:hAnsi="Times New Roman" w:cs="Times New Roman"/>
          <w:sz w:val="26"/>
          <w:szCs w:val="26"/>
          <w:lang w:eastAsia="bg-BG"/>
        </w:rPr>
        <w:t>на .................................................................... с ЕИК/БУЛСТАТ 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………………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… 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-</w:t>
      </w:r>
    </w:p>
    <w:p w:rsidR="00974792" w:rsidRPr="008743AD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lang w:eastAsia="bg-BG"/>
        </w:rPr>
      </w:pPr>
      <w:r w:rsidRPr="008743AD">
        <w:rPr>
          <w:rFonts w:ascii="Times New Roman" w:hAnsi="Times New Roman" w:cs="Times New Roman"/>
          <w:i/>
          <w:iCs/>
          <w:lang w:eastAsia="bg-BG"/>
        </w:rPr>
        <w:t xml:space="preserve">                    (наименование на </w:t>
      </w:r>
      <w:r>
        <w:rPr>
          <w:rFonts w:ascii="Times New Roman" w:hAnsi="Times New Roman" w:cs="Times New Roman"/>
          <w:i/>
          <w:iCs/>
          <w:lang w:eastAsia="bg-BG"/>
        </w:rPr>
        <w:t>подизпълнителя</w:t>
      </w:r>
      <w:r w:rsidRPr="008743AD">
        <w:rPr>
          <w:rFonts w:ascii="Times New Roman" w:hAnsi="Times New Roman" w:cs="Times New Roman"/>
          <w:i/>
          <w:iCs/>
          <w:lang w:eastAsia="bg-BG"/>
        </w:rPr>
        <w:t>)</w:t>
      </w:r>
      <w:r w:rsidRPr="008743AD">
        <w:rPr>
          <w:rFonts w:ascii="Times New Roman" w:hAnsi="Times New Roman" w:cs="Times New Roman"/>
          <w:lang w:eastAsia="bg-BG"/>
        </w:rPr>
        <w:t xml:space="preserve"> </w:t>
      </w:r>
    </w:p>
    <w:p w:rsidR="00974792" w:rsidRPr="00A04D70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u-RU"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 xml:space="preserve">във връзка с провеждането на </w:t>
      </w:r>
      <w:r w:rsidRPr="008743AD">
        <w:rPr>
          <w:rFonts w:ascii="Times New Roman" w:hAnsi="Times New Roman" w:cs="Times New Roman"/>
          <w:sz w:val="26"/>
          <w:szCs w:val="26"/>
          <w:lang w:eastAsia="bg-BG"/>
        </w:rPr>
        <w:t>възлагане по реда на Глава двадесет и шеста от ЗОП „чрез събиране на оферти с обява” на обществена поръчка с предмет:</w:t>
      </w:r>
      <w:r w:rsidRPr="00A04D7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„Доставка на горива за отопление на звената, финансирани от общинския бюджет за отоплителния сезон 2019</w:t>
      </w: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-</w:t>
      </w: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2020 година</w:t>
      </w:r>
      <w:r w:rsidRPr="00C1475C">
        <w:rPr>
          <w:rFonts w:ascii="Times New Roman" w:hAnsi="Times New Roman" w:cs="Times New Roman"/>
          <w:b/>
          <w:bCs/>
          <w:sz w:val="26"/>
          <w:szCs w:val="26"/>
        </w:rPr>
        <w:t>”</w:t>
      </w:r>
      <w:r w:rsidRPr="00A04D70">
        <w:rPr>
          <w:rFonts w:ascii="Times New Roman" w:hAnsi="Times New Roman" w:cs="Times New Roman"/>
          <w:b/>
          <w:bCs/>
          <w:sz w:val="26"/>
          <w:szCs w:val="26"/>
          <w:lang w:val="ru-RU"/>
        </w:rPr>
        <w:t>,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974792" w:rsidRPr="00DD0CCB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ДЕКЛАРИРАМ: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1. От името на представляваното от мен лице – …………</w:t>
      </w:r>
      <w:r>
        <w:rPr>
          <w:rFonts w:ascii="Times New Roman" w:hAnsi="Times New Roman" w:cs="Times New Roman"/>
          <w:sz w:val="26"/>
          <w:szCs w:val="26"/>
          <w:lang w:eastAsia="bg-BG"/>
        </w:rPr>
        <w:t>…….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 </w:t>
      </w:r>
    </w:p>
    <w:p w:rsidR="00974792" w:rsidRPr="00DD0CCB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>
        <w:rPr>
          <w:rFonts w:ascii="Times New Roman" w:hAnsi="Times New Roman" w:cs="Times New Roman"/>
          <w:i/>
          <w:iCs/>
          <w:lang w:eastAsia="bg-BG"/>
        </w:rPr>
        <w:tab/>
      </w:r>
      <w:r w:rsidRPr="00DD0CCB">
        <w:rPr>
          <w:rFonts w:ascii="Times New Roman" w:hAnsi="Times New Roman" w:cs="Times New Roman"/>
          <w:i/>
          <w:iCs/>
          <w:lang w:eastAsia="bg-BG"/>
        </w:rPr>
        <w:t>(наименование, ЕИК/БУЛСТАТ)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изразявам съгласието да участваме като подизпълнител на </w:t>
      </w:r>
      <w:r>
        <w:rPr>
          <w:rFonts w:ascii="Times New Roman" w:hAnsi="Times New Roman" w:cs="Times New Roman"/>
          <w:sz w:val="26"/>
          <w:szCs w:val="26"/>
          <w:lang w:eastAsia="bg-BG"/>
        </w:rPr>
        <w:t>…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 </w:t>
      </w:r>
    </w:p>
    <w:p w:rsidR="00974792" w:rsidRPr="00DD0CCB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DD0CCB">
        <w:rPr>
          <w:rFonts w:ascii="Times New Roman" w:hAnsi="Times New Roman" w:cs="Times New Roman"/>
          <w:i/>
          <w:iCs/>
          <w:lang w:eastAsia="bg-BG"/>
        </w:rPr>
        <w:t>(наименование, ЕИК/БУЛСТАТ на участника във възлагането, на който лицето е подизпълнител)</w:t>
      </w: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при изпълнение на обществена поръчка с предмет:</w:t>
      </w:r>
      <w:r w:rsidRPr="0060766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„Доставка на горива за отопление на звената, финансирани от общинския бюджет за отоплителния сезон 2019</w:t>
      </w: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-</w:t>
      </w:r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 xml:space="preserve"> </w:t>
      </w:r>
      <w:r w:rsidRPr="00C1475C">
        <w:rPr>
          <w:rFonts w:ascii="Times New Roman" w:hAnsi="Times New Roman" w:cs="Times New Roman"/>
          <w:b/>
          <w:bCs/>
          <w:sz w:val="26"/>
          <w:szCs w:val="26"/>
          <w:lang w:eastAsia="bg-BG"/>
        </w:rPr>
        <w:t>2020 година</w:t>
      </w:r>
      <w:r w:rsidRPr="00C1475C">
        <w:rPr>
          <w:rFonts w:ascii="Times New Roman" w:hAnsi="Times New Roman" w:cs="Times New Roman"/>
          <w:b/>
          <w:bCs/>
          <w:sz w:val="26"/>
          <w:szCs w:val="26"/>
        </w:rPr>
        <w:t>”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2. Дейностите, които ще изпълняваме като подизпълнител, са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 следните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: 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.............................................................................. 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....................................</w:t>
      </w:r>
      <w:r>
        <w:rPr>
          <w:rFonts w:ascii="Times New Roman" w:hAnsi="Times New Roman" w:cs="Times New Roman"/>
          <w:sz w:val="26"/>
          <w:szCs w:val="26"/>
          <w:lang w:eastAsia="bg-BG"/>
        </w:rPr>
        <w:t>...........................</w:t>
      </w:r>
    </w:p>
    <w:p w:rsidR="00974792" w:rsidRPr="00DD0CCB" w:rsidRDefault="00974792" w:rsidP="001B7F36">
      <w:pPr>
        <w:spacing w:after="0" w:line="240" w:lineRule="auto"/>
        <w:jc w:val="center"/>
        <w:rPr>
          <w:rFonts w:ascii="Times New Roman" w:hAnsi="Times New Roman" w:cs="Times New Roman"/>
          <w:i/>
          <w:iCs/>
          <w:lang w:eastAsia="bg-BG"/>
        </w:rPr>
      </w:pPr>
      <w:r w:rsidRPr="00DD0CCB">
        <w:rPr>
          <w:rFonts w:ascii="Times New Roman" w:hAnsi="Times New Roman" w:cs="Times New Roman"/>
          <w:i/>
          <w:iCs/>
          <w:lang w:eastAsia="bg-BG"/>
        </w:rPr>
        <w:t xml:space="preserve"> (изброяват се конкретните части от предмета на обществената поръчка, които ще бъдат изпълнени</w:t>
      </w:r>
      <w:r w:rsidRPr="00DD0CCB">
        <w:rPr>
          <w:rFonts w:ascii="Times New Roman" w:hAnsi="Times New Roman" w:cs="Times New Roman"/>
          <w:i/>
          <w:iCs/>
          <w:lang w:val="ru-RU" w:eastAsia="bg-BG"/>
        </w:rPr>
        <w:t xml:space="preserve"> </w:t>
      </w:r>
      <w:r w:rsidRPr="00DD0CCB">
        <w:rPr>
          <w:rFonts w:ascii="Times New Roman" w:hAnsi="Times New Roman" w:cs="Times New Roman"/>
          <w:i/>
          <w:iCs/>
          <w:lang w:eastAsia="bg-BG"/>
        </w:rPr>
        <w:t>от подизпълнителя)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  <w:lang w:eastAsia="bg-BG"/>
        </w:rPr>
      </w:pPr>
    </w:p>
    <w:p w:rsidR="00974792" w:rsidRPr="00361995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3. Запознат съм с разпоредбата на чл. </w:t>
      </w:r>
      <w:r>
        <w:rPr>
          <w:rFonts w:ascii="Times New Roman" w:hAnsi="Times New Roman" w:cs="Times New Roman"/>
          <w:sz w:val="26"/>
          <w:szCs w:val="26"/>
          <w:lang w:eastAsia="bg-BG"/>
        </w:rPr>
        <w:t>66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, ал. </w:t>
      </w:r>
      <w:r>
        <w:rPr>
          <w:rFonts w:ascii="Times New Roman" w:hAnsi="Times New Roman" w:cs="Times New Roman"/>
          <w:sz w:val="26"/>
          <w:szCs w:val="26"/>
          <w:lang w:eastAsia="bg-BG"/>
        </w:rPr>
        <w:t>5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от </w:t>
      </w:r>
      <w:r>
        <w:rPr>
          <w:rFonts w:ascii="Times New Roman" w:hAnsi="Times New Roman" w:cs="Times New Roman"/>
          <w:sz w:val="26"/>
          <w:szCs w:val="26"/>
          <w:lang w:eastAsia="bg-BG"/>
        </w:rPr>
        <w:t xml:space="preserve">ЗОП, 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в случай че посоченият по-горе участник бъде избран за изпълнител</w:t>
      </w:r>
      <w:r>
        <w:rPr>
          <w:rFonts w:ascii="Times New Roman" w:hAnsi="Times New Roman" w:cs="Times New Roman"/>
          <w:sz w:val="26"/>
          <w:szCs w:val="26"/>
          <w:lang w:eastAsia="bg-BG"/>
        </w:rPr>
        <w:t>,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 xml:space="preserve"> нямаме право да превъзлагаме една или повече от дейностите, които са включени в предмета на договора за подизпълнение.</w:t>
      </w: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4. Запознат съм с разпоредбата на чл. 101, ал. 9 от ЗОП, че заявявайки желанието си да бъдем подизпълнител в офертата на посочения по-горе участник, нямаме право да се явим като участник в настоящото възлагане чрез „събиране на оферти с обява” и да представим самостоятелна оферта.</w:t>
      </w: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</w:p>
    <w:p w:rsidR="00974792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................</w:t>
      </w:r>
      <w:r w:rsidRPr="00DD0CCB">
        <w:rPr>
          <w:rFonts w:ascii="Times New Roman" w:hAnsi="Times New Roman" w:cs="Times New Roman"/>
          <w:sz w:val="26"/>
          <w:szCs w:val="26"/>
          <w:lang w:val="ru-RU" w:eastAsia="bg-BG"/>
        </w:rPr>
        <w:t>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>....... г.</w:t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974792" w:rsidRPr="00DD0CCB" w:rsidRDefault="00974792" w:rsidP="001B7F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</w:r>
      <w:r w:rsidRPr="00DD0CCB">
        <w:rPr>
          <w:rFonts w:ascii="Times New Roman" w:hAnsi="Times New Roman" w:cs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974792" w:rsidRPr="00A04D70" w:rsidRDefault="00974792" w:rsidP="00A04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bg-BG"/>
        </w:rPr>
      </w:pP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A04D70">
        <w:rPr>
          <w:rFonts w:ascii="Times New Roman" w:hAnsi="Times New Roman" w:cs="Times New Roman"/>
          <w:sz w:val="26"/>
          <w:szCs w:val="26"/>
          <w:lang w:eastAsia="bg-BG"/>
        </w:rPr>
        <w:t xml:space="preserve">                                 Длъжност:……………………………</w:t>
      </w:r>
    </w:p>
    <w:sectPr w:rsidR="00974792" w:rsidRPr="00A04D70" w:rsidSect="00C22667">
      <w:headerReference w:type="default" r:id="rId6"/>
      <w:footerReference w:type="default" r:id="rId7"/>
      <w:footnotePr>
        <w:pos w:val="beneathText"/>
      </w:foot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792" w:rsidRDefault="00974792" w:rsidP="001B7F36">
      <w:pPr>
        <w:spacing w:after="0" w:line="240" w:lineRule="auto"/>
      </w:pPr>
      <w:r>
        <w:separator/>
      </w:r>
    </w:p>
  </w:endnote>
  <w:endnote w:type="continuationSeparator" w:id="0">
    <w:p w:rsidR="00974792" w:rsidRDefault="00974792" w:rsidP="001B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792" w:rsidRDefault="00974792" w:rsidP="0045076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74792" w:rsidRDefault="00974792" w:rsidP="00A04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792" w:rsidRDefault="00974792" w:rsidP="001B7F36">
      <w:pPr>
        <w:spacing w:after="0" w:line="240" w:lineRule="auto"/>
      </w:pPr>
      <w:r>
        <w:separator/>
      </w:r>
    </w:p>
  </w:footnote>
  <w:footnote w:type="continuationSeparator" w:id="0">
    <w:p w:rsidR="00974792" w:rsidRDefault="00974792" w:rsidP="001B7F36">
      <w:pPr>
        <w:spacing w:after="0" w:line="240" w:lineRule="auto"/>
      </w:pPr>
      <w:r>
        <w:continuationSeparator/>
      </w:r>
    </w:p>
  </w:footnote>
  <w:footnote w:id="1">
    <w:p w:rsidR="00974792" w:rsidRDefault="00974792" w:rsidP="00A04D70">
      <w:pPr>
        <w:spacing w:after="0" w:line="240" w:lineRule="auto"/>
        <w:ind w:firstLine="709"/>
        <w:jc w:val="both"/>
      </w:pPr>
      <w:r>
        <w:rPr>
          <w:rStyle w:val="FootnoteReference"/>
        </w:rPr>
        <w:footnoteRef/>
      </w:r>
      <w:r>
        <w:t xml:space="preserve"> </w:t>
      </w:r>
      <w:r w:rsidRPr="00A04D70">
        <w:rPr>
          <w:rFonts w:ascii="Times New Roman" w:hAnsi="Times New Roman" w:cs="Times New Roman"/>
          <w:i/>
          <w:iCs/>
        </w:rPr>
        <w:t>Декларацията е задължителна част от офертата на участник, който обявява, че ще ползва подизпълнители. Такава декларация се подава от всеки подизпълнител, в случай че са повече от един.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792" w:rsidRDefault="00974792" w:rsidP="00CB1526">
    <w:pPr>
      <w:spacing w:after="0" w:line="240" w:lineRule="auto"/>
      <w:ind w:left="6372"/>
      <w:jc w:val="right"/>
      <w:rPr>
        <w:rFonts w:ascii="Times New Roman" w:hAnsi="Times New Roman" w:cs="Times New Roman"/>
        <w:b/>
        <w:bCs/>
        <w:sz w:val="26"/>
        <w:szCs w:val="26"/>
        <w:lang w:eastAsia="bg-BG"/>
      </w:rPr>
    </w:pPr>
    <w:r w:rsidRPr="00DD0CCB">
      <w:rPr>
        <w:rFonts w:ascii="Times New Roman" w:hAnsi="Times New Roman" w:cs="Times New Roman"/>
        <w:b/>
        <w:bCs/>
        <w:sz w:val="26"/>
        <w:szCs w:val="26"/>
        <w:lang w:eastAsia="bg-BG"/>
      </w:rPr>
      <w:t>О</w:t>
    </w:r>
    <w:r>
      <w:rPr>
        <w:rFonts w:ascii="Times New Roman" w:hAnsi="Times New Roman" w:cs="Times New Roman"/>
        <w:b/>
        <w:bCs/>
        <w:sz w:val="26"/>
        <w:szCs w:val="26"/>
        <w:lang w:eastAsia="bg-BG"/>
      </w:rPr>
      <w:t>БРАЗЕЦ № 8</w:t>
    </w:r>
  </w:p>
  <w:p w:rsidR="00974792" w:rsidRDefault="009747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F36"/>
    <w:rsid w:val="00030E65"/>
    <w:rsid w:val="000C42A2"/>
    <w:rsid w:val="001B0347"/>
    <w:rsid w:val="001B7F36"/>
    <w:rsid w:val="00241E26"/>
    <w:rsid w:val="00361995"/>
    <w:rsid w:val="003F0AB3"/>
    <w:rsid w:val="00450760"/>
    <w:rsid w:val="004B0B99"/>
    <w:rsid w:val="004F079A"/>
    <w:rsid w:val="00607666"/>
    <w:rsid w:val="006A7EDB"/>
    <w:rsid w:val="007121A1"/>
    <w:rsid w:val="007326FA"/>
    <w:rsid w:val="00767DAC"/>
    <w:rsid w:val="007A1EA8"/>
    <w:rsid w:val="008743AD"/>
    <w:rsid w:val="008C5AFA"/>
    <w:rsid w:val="008E3874"/>
    <w:rsid w:val="00974792"/>
    <w:rsid w:val="00A04D70"/>
    <w:rsid w:val="00A37624"/>
    <w:rsid w:val="00AC5240"/>
    <w:rsid w:val="00BD5854"/>
    <w:rsid w:val="00C142DD"/>
    <w:rsid w:val="00C1475C"/>
    <w:rsid w:val="00C22667"/>
    <w:rsid w:val="00C4673A"/>
    <w:rsid w:val="00C75664"/>
    <w:rsid w:val="00CB1526"/>
    <w:rsid w:val="00D43A9B"/>
    <w:rsid w:val="00DC4C3C"/>
    <w:rsid w:val="00DD0CCB"/>
    <w:rsid w:val="00DE1C2D"/>
    <w:rsid w:val="00F03A4E"/>
    <w:rsid w:val="00F600B2"/>
    <w:rsid w:val="00F606F2"/>
    <w:rsid w:val="00F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F36"/>
    <w:pPr>
      <w:spacing w:after="160" w:line="259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jc w:val="center"/>
      <w:outlineLvl w:val="0"/>
    </w:pPr>
    <w:rPr>
      <w:rFonts w:ascii="TimokU" w:hAnsi="TimokU" w:cs="TimokU"/>
      <w:b/>
      <w:bCs/>
      <w:color w:val="000000"/>
      <w:sz w:val="36"/>
      <w:szCs w:val="3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outlineLvl w:val="1"/>
    </w:pPr>
    <w:rPr>
      <w:rFonts w:ascii="TimokU" w:hAnsi="TimokU" w:cs="TimokU"/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13" w:color="auto"/>
      </w:pBdr>
      <w:spacing w:after="0" w:line="240" w:lineRule="auto"/>
      <w:jc w:val="center"/>
      <w:outlineLvl w:val="3"/>
    </w:pPr>
    <w:rPr>
      <w:rFonts w:ascii="Bookman Old Style" w:hAnsi="Bookman Old Style" w:cs="Bookman Old Style"/>
      <w:b/>
      <w:bCs/>
      <w:i/>
      <w:iCs/>
      <w:color w:val="000000"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1C2D"/>
    <w:rPr>
      <w:rFonts w:ascii="TimokU" w:hAnsi="TimokU" w:cs="TimokU"/>
      <w:b/>
      <w:bCs/>
      <w:color w:val="000000"/>
      <w:sz w:val="36"/>
      <w:szCs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1C2D"/>
    <w:rPr>
      <w:rFonts w:ascii="TimokU" w:hAnsi="TimokU" w:cs="TimokU"/>
      <w:b/>
      <w:bCs/>
      <w:color w:val="000000"/>
      <w:lang w:val="bg-BG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eastAsia="en-US"/>
    </w:rPr>
  </w:style>
  <w:style w:type="character" w:customStyle="1" w:styleId="41">
    <w:name w:val="Заглавие 4 Знак1"/>
    <w:aliases w:val="Заглавие 4 Знак Знак"/>
    <w:uiPriority w:val="99"/>
    <w:rsid w:val="00DE1C2D"/>
    <w:rPr>
      <w:rFonts w:ascii="Bookman Old Style" w:hAnsi="Bookman Old Style" w:cs="Bookman Old Style"/>
      <w:b/>
      <w:bCs/>
      <w:i/>
      <w:iCs/>
      <w:color w:val="000000"/>
      <w:sz w:val="40"/>
      <w:szCs w:val="40"/>
      <w:lang w:val="bg-BG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DE1C2D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DE1C2D"/>
    <w:rPr>
      <w:rFonts w:ascii="Cambria" w:hAnsi="Cambria" w:cs="Cambria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DE1C2D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1B7F3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B7F36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B7F36"/>
    <w:rPr>
      <w:rFonts w:ascii="Arial" w:hAnsi="Arial" w:cs="Arial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1526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B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526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4D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alibri" w:hAnsi="Calibri"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04D70"/>
    <w:rPr>
      <w:vertAlign w:val="superscript"/>
    </w:rPr>
  </w:style>
  <w:style w:type="character" w:styleId="PageNumber">
    <w:name w:val="page number"/>
    <w:basedOn w:val="DefaultParagraphFont"/>
    <w:uiPriority w:val="99"/>
    <w:rsid w:val="00A04D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364</Words>
  <Characters>2077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11</cp:revision>
  <dcterms:created xsi:type="dcterms:W3CDTF">2019-07-31T10:48:00Z</dcterms:created>
  <dcterms:modified xsi:type="dcterms:W3CDTF">2019-10-18T11:20:00Z</dcterms:modified>
</cp:coreProperties>
</file>